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824D62" w:rsidP="00824D62" w14:paraId="5E55A286" w14:textId="77777777">
      <w:pPr>
        <w:pStyle w:val="Title"/>
      </w:pPr>
      <w:r>
        <w:t>Annex 1</w:t>
      </w:r>
    </w:p>
    <w:p w:rsidR="00824D62" w:rsidP="00E34C97" w14:paraId="1648CBD2" w14:textId="77777777">
      <w:pPr>
        <w:pStyle w:val="Title2"/>
      </w:pPr>
      <w:r>
        <w:t xml:space="preserve">Template for Nomination Letter </w:t>
      </w:r>
      <w:r w:rsidR="000B6951">
        <w:t>to be completed, signed and stamped by the relevant authority nominating the candidate</w:t>
      </w:r>
    </w:p>
    <w:p w:rsidR="00824D62" w:rsidP="00824D62" w14:paraId="01BFE24D" w14:textId="148AB082">
      <w:pPr>
        <w:rPr>
          <w:rFonts w:cs="Arial"/>
          <w:szCs w:val="18"/>
        </w:rPr>
      </w:pPr>
      <w:r>
        <w:rPr>
          <w:rFonts w:cs="Arial"/>
          <w:szCs w:val="18"/>
        </w:rPr>
        <w:t xml:space="preserve">The [Ministry/Directorate/National Office] of [Member/Observer] officially nominates [name of candidate] to participate in the </w:t>
      </w:r>
      <w:r w:rsidR="008D0EB6">
        <w:rPr>
          <w:rFonts w:cs="Arial"/>
          <w:szCs w:val="18"/>
        </w:rPr>
        <w:t xml:space="preserve">2022 </w:t>
      </w:r>
      <w:r w:rsidR="005022EB">
        <w:rPr>
          <w:rFonts w:cs="Arial"/>
          <w:szCs w:val="18"/>
        </w:rPr>
        <w:t xml:space="preserve">WTO e-Seminar on </w:t>
      </w:r>
      <w:r w:rsidR="00D36AAE">
        <w:rPr>
          <w:rFonts w:cs="Arial"/>
          <w:szCs w:val="18"/>
        </w:rPr>
        <w:t>Competition Policy, Trade and Development</w:t>
      </w:r>
      <w:r>
        <w:rPr>
          <w:rFonts w:cs="Arial"/>
          <w:szCs w:val="18"/>
        </w:rPr>
        <w:t xml:space="preserve">, scheduled to take place </w:t>
      </w:r>
      <w:r w:rsidR="00444A24">
        <w:rPr>
          <w:rFonts w:cs="Arial"/>
          <w:szCs w:val="18"/>
        </w:rPr>
        <w:t>on</w:t>
      </w:r>
      <w:r>
        <w:rPr>
          <w:rFonts w:cs="Arial"/>
          <w:szCs w:val="18"/>
        </w:rPr>
        <w:t xml:space="preserve"> </w:t>
      </w:r>
      <w:r w:rsidR="008D0EB6">
        <w:rPr>
          <w:bCs/>
          <w:szCs w:val="18"/>
        </w:rPr>
        <w:t>11</w:t>
      </w:r>
      <w:r w:rsidRPr="00BE73C2" w:rsidR="005D1AA4">
        <w:rPr>
          <w:bCs/>
          <w:szCs w:val="18"/>
        </w:rPr>
        <w:t xml:space="preserve">, </w:t>
      </w:r>
      <w:r w:rsidR="008D0EB6">
        <w:rPr>
          <w:bCs/>
          <w:szCs w:val="18"/>
        </w:rPr>
        <w:t>14</w:t>
      </w:r>
      <w:r w:rsidR="00B55AD0">
        <w:rPr>
          <w:bCs/>
          <w:szCs w:val="18"/>
        </w:rPr>
        <w:t xml:space="preserve">, </w:t>
      </w:r>
      <w:r w:rsidR="008D0EB6">
        <w:rPr>
          <w:bCs/>
          <w:szCs w:val="18"/>
        </w:rPr>
        <w:t>19</w:t>
      </w:r>
      <w:r w:rsidR="00B55AD0">
        <w:rPr>
          <w:bCs/>
          <w:szCs w:val="18"/>
        </w:rPr>
        <w:t xml:space="preserve"> </w:t>
      </w:r>
      <w:r w:rsidRPr="00BE73C2" w:rsidR="005D1AA4">
        <w:rPr>
          <w:bCs/>
          <w:szCs w:val="18"/>
        </w:rPr>
        <w:t xml:space="preserve">and </w:t>
      </w:r>
      <w:r w:rsidR="00B55AD0">
        <w:rPr>
          <w:bCs/>
          <w:szCs w:val="18"/>
        </w:rPr>
        <w:t>2</w:t>
      </w:r>
      <w:r w:rsidR="008D0EB6">
        <w:rPr>
          <w:bCs/>
          <w:szCs w:val="18"/>
        </w:rPr>
        <w:t>2</w:t>
      </w:r>
      <w:r w:rsidR="00B55AD0">
        <w:rPr>
          <w:bCs/>
          <w:szCs w:val="18"/>
        </w:rPr>
        <w:t xml:space="preserve"> July</w:t>
      </w:r>
      <w:r w:rsidRPr="00BE73C2" w:rsidR="005D1AA4">
        <w:rPr>
          <w:bCs/>
          <w:szCs w:val="18"/>
        </w:rPr>
        <w:t xml:space="preserve"> </w:t>
      </w:r>
      <w:r w:rsidR="00B55AD0">
        <w:rPr>
          <w:bCs/>
          <w:szCs w:val="18"/>
        </w:rPr>
        <w:t>202</w:t>
      </w:r>
      <w:r w:rsidR="008D0EB6">
        <w:rPr>
          <w:bCs/>
          <w:szCs w:val="18"/>
        </w:rPr>
        <w:t>2</w:t>
      </w:r>
      <w:r w:rsidR="00B55AD0">
        <w:rPr>
          <w:bCs/>
          <w:szCs w:val="18"/>
        </w:rPr>
        <w:t xml:space="preserve"> </w:t>
      </w:r>
      <w:r>
        <w:rPr>
          <w:rFonts w:cs="Arial"/>
          <w:szCs w:val="18"/>
        </w:rPr>
        <w:t>and hereby</w:t>
      </w:r>
      <w:r w:rsidR="00261AF2">
        <w:rPr>
          <w:rFonts w:cs="Arial"/>
          <w:szCs w:val="18"/>
        </w:rPr>
        <w:t xml:space="preserve"> </w:t>
      </w:r>
      <w:r w:rsidRPr="00824D62">
        <w:rPr>
          <w:rFonts w:cs="Arial"/>
          <w:szCs w:val="18"/>
        </w:rPr>
        <w:t>confirms that</w:t>
      </w:r>
      <w:r w:rsidR="000B6951">
        <w:rPr>
          <w:rFonts w:cs="Arial"/>
          <w:szCs w:val="18"/>
        </w:rPr>
        <w:t>: (</w:t>
      </w:r>
      <w:r w:rsidR="000B6951">
        <w:rPr>
          <w:rFonts w:cs="Arial"/>
          <w:szCs w:val="18"/>
        </w:rPr>
        <w:t>i</w:t>
      </w:r>
      <w:r w:rsidR="000B6951">
        <w:rPr>
          <w:rFonts w:cs="Arial"/>
          <w:szCs w:val="18"/>
        </w:rPr>
        <w:t>)</w:t>
      </w:r>
      <w:r w:rsidRPr="00824D62">
        <w:rPr>
          <w:rFonts w:cs="Arial"/>
          <w:szCs w:val="18"/>
        </w:rPr>
        <w:t xml:space="preserve"> the candidate has policy responsibility and/or a demonstrated background in trade and/or </w:t>
      </w:r>
      <w:r w:rsidR="00D36AAE">
        <w:rPr>
          <w:rFonts w:cs="Arial"/>
          <w:szCs w:val="18"/>
        </w:rPr>
        <w:t>competition</w:t>
      </w:r>
      <w:r w:rsidRPr="00824D62">
        <w:rPr>
          <w:rFonts w:cs="Arial"/>
          <w:szCs w:val="18"/>
        </w:rPr>
        <w:t xml:space="preserve"> policy matters</w:t>
      </w:r>
      <w:r w:rsidR="000B6951">
        <w:rPr>
          <w:rFonts w:cs="Arial"/>
          <w:szCs w:val="18"/>
        </w:rPr>
        <w:t>; (ii)</w:t>
      </w:r>
      <w:r w:rsidRPr="00824D62">
        <w:rPr>
          <w:rFonts w:cs="Arial"/>
          <w:szCs w:val="18"/>
        </w:rPr>
        <w:t xml:space="preserve"> has full command of English</w:t>
      </w:r>
      <w:r w:rsidR="008D0EB6">
        <w:rPr>
          <w:rFonts w:cs="Arial"/>
          <w:szCs w:val="18"/>
        </w:rPr>
        <w:t>, French or Spanish</w:t>
      </w:r>
      <w:r w:rsidRPr="00824D62">
        <w:rPr>
          <w:rFonts w:cs="Arial"/>
          <w:szCs w:val="18"/>
        </w:rPr>
        <w:t xml:space="preserve"> and will be able to successfully and actively pa</w:t>
      </w:r>
      <w:r>
        <w:rPr>
          <w:rFonts w:cs="Arial"/>
          <w:szCs w:val="18"/>
        </w:rPr>
        <w:t>rticipate in the programme</w:t>
      </w:r>
      <w:r w:rsidR="000B6951">
        <w:rPr>
          <w:rFonts w:cs="Arial"/>
          <w:szCs w:val="18"/>
        </w:rPr>
        <w:t>;</w:t>
      </w:r>
      <w:r>
        <w:rPr>
          <w:rFonts w:cs="Arial"/>
          <w:szCs w:val="18"/>
        </w:rPr>
        <w:t xml:space="preserve"> and</w:t>
      </w:r>
      <w:r w:rsidR="00E0263F">
        <w:rPr>
          <w:rFonts w:cs="Arial"/>
          <w:szCs w:val="18"/>
        </w:rPr>
        <w:t xml:space="preserve"> (iii)</w:t>
      </w:r>
      <w:r>
        <w:rPr>
          <w:rFonts w:cs="Arial"/>
          <w:szCs w:val="18"/>
        </w:rPr>
        <w:t xml:space="preserve"> </w:t>
      </w:r>
      <w:r w:rsidRPr="00824D62">
        <w:rPr>
          <w:rFonts w:cs="Arial"/>
          <w:szCs w:val="18"/>
        </w:rPr>
        <w:t xml:space="preserve">is fully aware that this nomination is subject to the decisions of the WTO Selection Committee and to the conditions described in the </w:t>
      </w:r>
      <w:r>
        <w:rPr>
          <w:rFonts w:cs="Arial"/>
          <w:szCs w:val="18"/>
        </w:rPr>
        <w:t>conditions to participate in WTO technical assistance activities.</w:t>
      </w:r>
    </w:p>
    <w:p w:rsidR="00824D62" w:rsidP="00845101" w14:paraId="3959617D" w14:textId="77777777">
      <w:pPr>
        <w:rPr>
          <w:rFonts w:cs="Arial"/>
          <w:szCs w:val="18"/>
        </w:rPr>
      </w:pPr>
    </w:p>
    <w:p w:rsidR="00824D62" w:rsidRPr="00824D62" w:rsidP="00824D62" w14:paraId="0DDA7CC4" w14:textId="77777777">
      <w:pPr>
        <w:tabs>
          <w:tab w:val="right" w:pos="284"/>
          <w:tab w:val="left" w:pos="567"/>
        </w:tabs>
        <w:spacing w:before="50"/>
        <w:rPr>
          <w:rFonts w:eastAsiaTheme="minorHAnsi" w:cstheme="minorBidi"/>
          <w:szCs w:val="18"/>
        </w:rPr>
      </w:pPr>
    </w:p>
    <w:p w:rsidR="00824D62" w:rsidRPr="00824D62" w:rsidP="00E34C97" w14:paraId="11F11697" w14:textId="77777777">
      <w:pPr>
        <w:tabs>
          <w:tab w:val="right" w:pos="284"/>
          <w:tab w:val="left" w:pos="567"/>
        </w:tabs>
        <w:spacing w:before="50"/>
        <w:jc w:val="center"/>
        <w:rPr>
          <w:rFonts w:eastAsiaTheme="minorHAnsi" w:cstheme="minorBidi"/>
          <w:b/>
          <w:szCs w:val="18"/>
        </w:rPr>
      </w:pPr>
      <w:r w:rsidRPr="00824D62">
        <w:rPr>
          <w:rFonts w:eastAsiaTheme="minorHAnsi" w:cstheme="minorBidi"/>
          <w:b/>
          <w:szCs w:val="18"/>
        </w:rPr>
        <w:t>Details of the official responsible for nominating this candidate:</w:t>
      </w:r>
    </w:p>
    <w:p w:rsidR="00824D62" w:rsidRPr="00824D62" w:rsidP="00824D62" w14:paraId="68FC58D9" w14:textId="77777777">
      <w:pPr>
        <w:tabs>
          <w:tab w:val="right" w:pos="284"/>
          <w:tab w:val="left" w:pos="567"/>
        </w:tabs>
        <w:spacing w:before="50"/>
        <w:rPr>
          <w:rFonts w:eastAsiaTheme="minorHAnsi" w:cstheme="minorBidi"/>
          <w:szCs w:val="18"/>
        </w:rPr>
      </w:pPr>
    </w:p>
    <w:tbl>
      <w:tblPr>
        <w:tblStyle w:val="TableGrid1"/>
        <w:tblW w:w="0" w:type="auto"/>
        <w:tblLook w:val="04A0"/>
      </w:tblPr>
      <w:tblGrid>
        <w:gridCol w:w="2383"/>
        <w:gridCol w:w="6633"/>
      </w:tblGrid>
      <w:tr w14:paraId="7A6B80E6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33E96D4D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>
              <w:rPr>
                <w:szCs w:val="18"/>
              </w:rPr>
              <w:t>Name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1D12EF1A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  <w:tr w14:paraId="45982FBA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093CEA33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>
              <w:rPr>
                <w:szCs w:val="18"/>
              </w:rPr>
              <w:t>Family Name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00F156B6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  <w:tr w14:paraId="3747F891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7A6BC178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>
              <w:rPr>
                <w:szCs w:val="18"/>
              </w:rPr>
              <w:t>Current Post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12EA082A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  <w:tr w14:paraId="24BE2D88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5F17AD30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>
              <w:rPr>
                <w:szCs w:val="18"/>
              </w:rPr>
              <w:t>Government Authority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2A5BF476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  <w:tr w14:paraId="1A47F55E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2EE58C01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 w:rsidRPr="00824D62">
              <w:rPr>
                <w:szCs w:val="18"/>
              </w:rPr>
              <w:t>Telephone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3738D4C9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  <w:tr w14:paraId="06A5B7A0" w14:textId="77777777" w:rsidTr="00E34C97">
        <w:tblPrEx>
          <w:tblW w:w="0" w:type="auto"/>
          <w:tblLook w:val="04A0"/>
        </w:tblPrEx>
        <w:trPr>
          <w:trHeight w:val="737"/>
        </w:trPr>
        <w:tc>
          <w:tcPr>
            <w:tcW w:w="2660" w:type="dxa"/>
            <w:vAlign w:val="center"/>
          </w:tcPr>
          <w:p w:rsidR="00824D62" w:rsidRPr="00824D62" w:rsidP="00824D62" w14:paraId="559CE286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  <w:r w:rsidRPr="00824D62">
              <w:rPr>
                <w:szCs w:val="18"/>
              </w:rPr>
              <w:t>Email address</w:t>
            </w:r>
          </w:p>
        </w:tc>
        <w:tc>
          <w:tcPr>
            <w:tcW w:w="8328" w:type="dxa"/>
            <w:vAlign w:val="center"/>
          </w:tcPr>
          <w:p w:rsidR="00824D62" w:rsidRPr="00824D62" w:rsidP="00824D62" w14:paraId="7EAB248A" w14:textId="77777777">
            <w:pPr>
              <w:tabs>
                <w:tab w:val="right" w:pos="284"/>
                <w:tab w:val="left" w:pos="567"/>
              </w:tabs>
              <w:spacing w:before="50"/>
              <w:jc w:val="left"/>
              <w:rPr>
                <w:szCs w:val="18"/>
              </w:rPr>
            </w:pPr>
          </w:p>
        </w:tc>
      </w:tr>
    </w:tbl>
    <w:p w:rsidR="00824D62" w:rsidRPr="00824D62" w:rsidP="00824D62" w14:paraId="1E822169" w14:textId="77777777">
      <w:pPr>
        <w:tabs>
          <w:tab w:val="right" w:pos="284"/>
          <w:tab w:val="left" w:pos="567"/>
        </w:tabs>
        <w:spacing w:before="50"/>
        <w:rPr>
          <w:rFonts w:eastAsiaTheme="minorHAnsi" w:cstheme="minorBidi"/>
          <w:szCs w:val="18"/>
        </w:rPr>
      </w:pPr>
    </w:p>
    <w:p w:rsidR="00824D62" w:rsidP="00824D62" w14:paraId="01487A09" w14:textId="77777777">
      <w:pPr>
        <w:tabs>
          <w:tab w:val="right" w:pos="284"/>
          <w:tab w:val="left" w:pos="567"/>
        </w:tabs>
        <w:spacing w:before="50"/>
        <w:jc w:val="left"/>
        <w:rPr>
          <w:rFonts w:eastAsiaTheme="minorHAnsi" w:cstheme="minorBidi"/>
          <w:b/>
          <w:szCs w:val="18"/>
        </w:rPr>
      </w:pPr>
      <w:r w:rsidRPr="00824D62">
        <w:rPr>
          <w:rFonts w:eastAsiaTheme="minorHAnsi" w:cstheme="minorBidi"/>
          <w:b/>
          <w:szCs w:val="18"/>
        </w:rPr>
        <w:t>By signing this form, the Nominating Authority certif</w:t>
      </w:r>
      <w:r w:rsidR="00475A06">
        <w:rPr>
          <w:rFonts w:eastAsiaTheme="minorHAnsi" w:cstheme="minorBidi"/>
          <w:b/>
          <w:szCs w:val="18"/>
        </w:rPr>
        <w:t>ies</w:t>
      </w:r>
      <w:r w:rsidRPr="00824D62">
        <w:rPr>
          <w:rFonts w:eastAsiaTheme="minorHAnsi" w:cstheme="minorBidi"/>
          <w:b/>
          <w:szCs w:val="18"/>
        </w:rPr>
        <w:t xml:space="preserve"> that all the information included is complete and correct</w:t>
      </w:r>
      <w:r w:rsidR="00475A06">
        <w:rPr>
          <w:rFonts w:eastAsiaTheme="minorHAnsi" w:cstheme="minorBidi"/>
          <w:b/>
          <w:szCs w:val="18"/>
        </w:rPr>
        <w:t>.</w:t>
      </w:r>
    </w:p>
    <w:p w:rsidR="00475A06" w:rsidP="00845101" w14:paraId="547E6A49" w14:textId="77777777">
      <w:pPr>
        <w:rPr>
          <w:rFonts w:cs="Arial"/>
          <w:szCs w:val="18"/>
        </w:rPr>
      </w:pPr>
    </w:p>
    <w:p w:rsidR="00475A06" w:rsidP="00845101" w14:paraId="10C04326" w14:textId="77777777">
      <w:pPr>
        <w:rPr>
          <w:rFonts w:cs="Arial"/>
          <w:szCs w:val="18"/>
        </w:rPr>
      </w:pPr>
    </w:p>
    <w:tbl>
      <w:tblPr>
        <w:tblStyle w:val="TableGrid"/>
        <w:tblW w:w="0" w:type="auto"/>
        <w:tblLook w:val="04A0"/>
      </w:tblPr>
      <w:tblGrid>
        <w:gridCol w:w="2998"/>
        <w:gridCol w:w="3014"/>
        <w:gridCol w:w="3004"/>
      </w:tblGrid>
      <w:tr w14:paraId="40F1ED40" w14:textId="77777777" w:rsidTr="00475A06">
        <w:tblPrEx>
          <w:tblW w:w="0" w:type="auto"/>
          <w:tblLook w:val="04A0"/>
        </w:tblPrEx>
        <w:tc>
          <w:tcPr>
            <w:tcW w:w="3080" w:type="dxa"/>
          </w:tcPr>
          <w:p w:rsidR="00FC4831" w:rsidP="00845101" w14:paraId="3ADCB277" w14:textId="77777777">
            <w:pPr>
              <w:rPr>
                <w:rFonts w:cs="Arial"/>
                <w:szCs w:val="18"/>
              </w:rPr>
            </w:pPr>
          </w:p>
          <w:p w:rsidR="00FC4831" w:rsidP="00845101" w14:paraId="3FB758C5" w14:textId="77777777">
            <w:pPr>
              <w:rPr>
                <w:rFonts w:cs="Arial"/>
                <w:szCs w:val="18"/>
              </w:rPr>
            </w:pPr>
          </w:p>
          <w:p w:rsidR="00FC4831" w:rsidP="00845101" w14:paraId="77D559BA" w14:textId="77777777">
            <w:pPr>
              <w:rPr>
                <w:rFonts w:cs="Arial"/>
                <w:szCs w:val="18"/>
              </w:rPr>
            </w:pPr>
          </w:p>
          <w:p w:rsidR="00FC4831" w:rsidP="00845101" w14:paraId="4EE01E72" w14:textId="77777777">
            <w:pPr>
              <w:rPr>
                <w:rFonts w:cs="Arial"/>
                <w:szCs w:val="18"/>
              </w:rPr>
            </w:pPr>
          </w:p>
          <w:p w:rsidR="00FC4831" w:rsidP="00845101" w14:paraId="06FCC838" w14:textId="77777777">
            <w:pPr>
              <w:rPr>
                <w:rFonts w:cs="Arial"/>
                <w:szCs w:val="18"/>
              </w:rPr>
            </w:pPr>
          </w:p>
          <w:p w:rsidR="00475A06" w:rsidP="00845101" w14:paraId="2A99C6CA" w14:textId="77777777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Date</w:t>
            </w:r>
          </w:p>
        </w:tc>
        <w:tc>
          <w:tcPr>
            <w:tcW w:w="3081" w:type="dxa"/>
          </w:tcPr>
          <w:p w:rsidR="00FC4831" w:rsidP="00845101" w14:paraId="686C00EE" w14:textId="77777777">
            <w:pPr>
              <w:rPr>
                <w:rFonts w:cs="Arial"/>
                <w:szCs w:val="18"/>
              </w:rPr>
            </w:pPr>
          </w:p>
          <w:p w:rsidR="00FC4831" w:rsidP="00845101" w14:paraId="126CAA97" w14:textId="77777777">
            <w:pPr>
              <w:rPr>
                <w:rFonts w:cs="Arial"/>
                <w:szCs w:val="18"/>
              </w:rPr>
            </w:pPr>
          </w:p>
          <w:p w:rsidR="00FC4831" w:rsidP="00845101" w14:paraId="6DD92D8E" w14:textId="77777777">
            <w:pPr>
              <w:rPr>
                <w:rFonts w:cs="Arial"/>
                <w:szCs w:val="18"/>
              </w:rPr>
            </w:pPr>
          </w:p>
          <w:p w:rsidR="00FC4831" w:rsidP="00845101" w14:paraId="3FB5A476" w14:textId="77777777">
            <w:pPr>
              <w:rPr>
                <w:rFonts w:cs="Arial"/>
                <w:szCs w:val="18"/>
              </w:rPr>
            </w:pPr>
          </w:p>
          <w:p w:rsidR="00FC4831" w:rsidP="00845101" w14:paraId="367310B8" w14:textId="77777777">
            <w:pPr>
              <w:rPr>
                <w:rFonts w:cs="Arial"/>
                <w:szCs w:val="18"/>
              </w:rPr>
            </w:pPr>
          </w:p>
          <w:p w:rsidR="00475A06" w:rsidP="00845101" w14:paraId="7755321D" w14:textId="77777777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Signature</w:t>
            </w:r>
          </w:p>
        </w:tc>
        <w:tc>
          <w:tcPr>
            <w:tcW w:w="3081" w:type="dxa"/>
          </w:tcPr>
          <w:p w:rsidR="00FC4831" w:rsidP="00845101" w14:paraId="1A70897C" w14:textId="77777777">
            <w:pPr>
              <w:rPr>
                <w:rFonts w:cs="Arial"/>
                <w:szCs w:val="18"/>
              </w:rPr>
            </w:pPr>
          </w:p>
          <w:p w:rsidR="00FC4831" w:rsidP="00845101" w14:paraId="6A5712C4" w14:textId="77777777">
            <w:pPr>
              <w:rPr>
                <w:rFonts w:cs="Arial"/>
                <w:szCs w:val="18"/>
              </w:rPr>
            </w:pPr>
          </w:p>
          <w:p w:rsidR="00FC4831" w:rsidP="00845101" w14:paraId="2977D64D" w14:textId="77777777">
            <w:pPr>
              <w:rPr>
                <w:rFonts w:cs="Arial"/>
                <w:szCs w:val="18"/>
              </w:rPr>
            </w:pPr>
          </w:p>
          <w:p w:rsidR="00FC4831" w:rsidP="00845101" w14:paraId="75650D6E" w14:textId="77777777">
            <w:pPr>
              <w:rPr>
                <w:rFonts w:cs="Arial"/>
                <w:szCs w:val="18"/>
              </w:rPr>
            </w:pPr>
          </w:p>
          <w:p w:rsidR="00FC4831" w:rsidP="00845101" w14:paraId="40C11D69" w14:textId="77777777">
            <w:pPr>
              <w:rPr>
                <w:rFonts w:cs="Arial"/>
                <w:szCs w:val="18"/>
              </w:rPr>
            </w:pPr>
          </w:p>
          <w:p w:rsidR="00475A06" w:rsidP="00845101" w14:paraId="4B922713" w14:textId="77777777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Stamp</w:t>
            </w:r>
          </w:p>
        </w:tc>
      </w:tr>
    </w:tbl>
    <w:p w:rsidR="00475A06" w:rsidRPr="00845101" w:rsidP="00845101" w14:paraId="1C2798ED" w14:textId="77777777">
      <w:pPr>
        <w:rPr>
          <w:rFonts w:cs="Arial"/>
          <w:szCs w:val="18"/>
        </w:rPr>
      </w:pPr>
    </w:p>
    <w:sectPr w:rsidSect="00CA147C">
      <w:headerReference w:type="default" r:id="rId5"/>
      <w:headerReference w:type="first" r:id="rId6"/>
      <w:footerReference w:type="first" r:id="rId7"/>
      <w:type w:val="continuous"/>
      <w:pgSz w:w="11906" w:h="16838" w:code="9"/>
      <w:pgMar w:top="567" w:right="1440" w:bottom="340" w:left="1440" w:header="731" w:footer="907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7A4E" w:rsidRPr="0048541C" w:rsidP="00560552" w14:paraId="005DE9F6" w14:textId="77777777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FR" w:eastAsia="ja-JP"/>
      </w:rPr>
    </w:pPr>
    <w:bookmarkStart w:id="0" w:name="_Hlk104286684"/>
    <w:bookmarkStart w:id="1" w:name="_Hlk104286685"/>
    <w:bookmarkStart w:id="2" w:name="_Hlk104286686"/>
    <w:bookmarkStart w:id="3" w:name="_Hlk104286687"/>
    <w:bookmarkStart w:id="4" w:name="_Hlk104286835"/>
    <w:bookmarkStart w:id="5" w:name="_Hlk104286836"/>
    <w:bookmarkStart w:id="6" w:name="_Hlk104287372"/>
    <w:bookmarkStart w:id="7" w:name="_Hlk104287373"/>
    <w:r w:rsidRPr="008874A4">
      <w:rPr>
        <w:sz w:val="16"/>
        <w:lang w:val="fr-FR"/>
      </w:rPr>
      <w:t xml:space="preserve">Centre William </w:t>
    </w:r>
    <w:r w:rsidRPr="008874A4">
      <w:rPr>
        <w:sz w:val="16"/>
        <w:lang w:val="fr-FR"/>
      </w:rPr>
      <w:t>Rappard</w:t>
    </w:r>
    <w:r w:rsidRPr="008874A4">
      <w:rPr>
        <w:sz w:val="16"/>
        <w:lang w:val="fr-FR"/>
      </w:rPr>
      <w:t xml:space="preserve">    Rue de Lausanne 154    Cas</w:t>
    </w:r>
    <w:r>
      <w:rPr>
        <w:sz w:val="16"/>
        <w:lang w:val="fr-FR"/>
      </w:rPr>
      <w:t>e postale    CH - 1211 Genève 2</w:t>
    </w:r>
  </w:p>
  <w:p w:rsidR="00AD7A4E" w:rsidRPr="008874A4" w:rsidP="00560552" w14:paraId="4C161F3D" w14:textId="739EC87E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FR"/>
      </w:rPr>
    </w:pPr>
    <w:r>
      <w:rPr>
        <w:sz w:val="16"/>
        <w:lang w:val="fr-FR"/>
      </w:rPr>
      <w:t xml:space="preserve"> </w:t>
    </w:r>
    <w:r>
      <w:rPr>
        <w:sz w:val="16"/>
        <w:lang w:val="fr-FR"/>
      </w:rPr>
      <w:t>Téléphone:</w:t>
    </w:r>
    <w:r>
      <w:rPr>
        <w:sz w:val="16"/>
        <w:lang w:val="fr-FR"/>
      </w:rPr>
      <w:t xml:space="preserve"> (+41 22) 739 51 11    </w:t>
    </w:r>
    <w:r>
      <w:rPr>
        <w:sz w:val="16"/>
        <w:szCs w:val="18"/>
        <w:lang w:val="fr-FR"/>
      </w:rPr>
      <w:t>Internet:</w:t>
    </w:r>
    <w:r w:rsidRPr="008874A4">
      <w:rPr>
        <w:sz w:val="16"/>
        <w:szCs w:val="18"/>
        <w:lang w:val="fr-FR"/>
      </w:rPr>
      <w:t xml:space="preserve"> http://www.wto.org</w:t>
    </w:r>
    <w:bookmarkEnd w:id="0"/>
    <w:bookmarkEnd w:id="1"/>
    <w:bookmarkEnd w:id="2"/>
    <w:bookmarkEnd w:id="3"/>
    <w:bookmarkEnd w:id="4"/>
    <w:bookmarkEnd w:id="5"/>
    <w:bookmarkEnd w:id="6"/>
    <w:bookmarkEnd w:id="7"/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7A4E" w:rsidRPr="005A4231" w:rsidP="005A4231" w14:paraId="40346A69" w14:textId="77777777">
    <w:pPr>
      <w:pStyle w:val="Header"/>
    </w:pPr>
  </w:p>
  <w:p w:rsidR="00AD7A4E" w:rsidRPr="005A4231" w14:paraId="35E317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7A4E" w:rsidP="005A79F3" w14:paraId="65C1C62B" w14:textId="77777777">
    <w:pPr>
      <w:pStyle w:val="Header"/>
      <w:jc w:val="center"/>
    </w:pPr>
    <w:r>
      <w:rPr>
        <w:noProof/>
      </w:rPr>
      <w:drawing>
        <wp:inline distT="0" distB="0" distL="0" distR="0">
          <wp:extent cx="3217500" cy="956250"/>
          <wp:effectExtent l="0" t="0" r="254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661627" name="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217500" cy="95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5BBA40B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22547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DCE9FA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AE2A32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50AB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E450A"/>
    <w:multiLevelType w:val="hybridMultilevel"/>
    <w:tmpl w:val="A2EA8F4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C6461"/>
    <w:multiLevelType w:val="hybridMultilevel"/>
    <w:tmpl w:val="3B14B76C"/>
    <w:lvl w:ilvl="0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3">
    <w:nsid w:val="57454AB1"/>
    <w:multiLevelType w:val="multilevel"/>
    <w:tmpl w:val="075A666C"/>
    <w:numStyleLink w:val="LegalHeadings"/>
  </w:abstractNum>
  <w:abstractNum w:abstractNumId="14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5">
    <w:nsid w:val="62EE177F"/>
    <w:multiLevelType w:val="hybridMultilevel"/>
    <w:tmpl w:val="B7361F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EC1898"/>
    <w:multiLevelType w:val="hybridMultilevel"/>
    <w:tmpl w:val="64C6610C"/>
    <w:lvl w:ilvl="0">
      <w:start w:val="0"/>
      <w:numFmt w:val="bullet"/>
      <w:lvlText w:val="•"/>
      <w:lvlJc w:val="left"/>
      <w:pPr>
        <w:ind w:left="930" w:hanging="570"/>
      </w:pPr>
      <w:rPr>
        <w:rFonts w:ascii="Verdana" w:eastAsia="MS Mincho" w:hAnsi="Verdana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70B8D"/>
    <w:multiLevelType w:val="hybridMultilevel"/>
    <w:tmpl w:val="BF0850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9601E3"/>
    <w:multiLevelType w:val="hybridMultilevel"/>
    <w:tmpl w:val="448049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13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4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6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8"/>
  </w:num>
  <w:num w:numId="34">
    <w:abstractNumId w:val="17"/>
  </w:num>
  <w:num w:numId="35">
    <w:abstractNumId w:val="10"/>
  </w:num>
  <w:num w:numId="36">
    <w:abstractNumId w:val="19"/>
  </w:num>
  <w:num w:numId="37">
    <w:abstractNumId w:val="15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56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787"/>
    <w:rsid w:val="00002D2C"/>
    <w:rsid w:val="0001626F"/>
    <w:rsid w:val="00026BA8"/>
    <w:rsid w:val="000272F6"/>
    <w:rsid w:val="00033B01"/>
    <w:rsid w:val="00037AC4"/>
    <w:rsid w:val="00051699"/>
    <w:rsid w:val="00076114"/>
    <w:rsid w:val="00092558"/>
    <w:rsid w:val="000B31E1"/>
    <w:rsid w:val="000B6951"/>
    <w:rsid w:val="000C15AA"/>
    <w:rsid w:val="000C2ED9"/>
    <w:rsid w:val="000C7A4B"/>
    <w:rsid w:val="000D2214"/>
    <w:rsid w:val="000F035A"/>
    <w:rsid w:val="000F24E2"/>
    <w:rsid w:val="0010148A"/>
    <w:rsid w:val="00104688"/>
    <w:rsid w:val="0011356B"/>
    <w:rsid w:val="00125084"/>
    <w:rsid w:val="001411F7"/>
    <w:rsid w:val="00141E86"/>
    <w:rsid w:val="001724A6"/>
    <w:rsid w:val="001748B6"/>
    <w:rsid w:val="00181245"/>
    <w:rsid w:val="00182B84"/>
    <w:rsid w:val="001943F3"/>
    <w:rsid w:val="001A5F30"/>
    <w:rsid w:val="001C002F"/>
    <w:rsid w:val="001C1A11"/>
    <w:rsid w:val="001E07DA"/>
    <w:rsid w:val="001E291F"/>
    <w:rsid w:val="00201AB8"/>
    <w:rsid w:val="00215C57"/>
    <w:rsid w:val="00216300"/>
    <w:rsid w:val="00233408"/>
    <w:rsid w:val="0024341C"/>
    <w:rsid w:val="002535FE"/>
    <w:rsid w:val="00261AF2"/>
    <w:rsid w:val="00261B19"/>
    <w:rsid w:val="0028037C"/>
    <w:rsid w:val="00280492"/>
    <w:rsid w:val="0029055D"/>
    <w:rsid w:val="00291F4F"/>
    <w:rsid w:val="00296366"/>
    <w:rsid w:val="002B1A81"/>
    <w:rsid w:val="002C3E20"/>
    <w:rsid w:val="002E61D7"/>
    <w:rsid w:val="002F5288"/>
    <w:rsid w:val="00307367"/>
    <w:rsid w:val="00341712"/>
    <w:rsid w:val="00347718"/>
    <w:rsid w:val="003572B4"/>
    <w:rsid w:val="00363F10"/>
    <w:rsid w:val="00365DD7"/>
    <w:rsid w:val="00366A0E"/>
    <w:rsid w:val="003831A8"/>
    <w:rsid w:val="0039111E"/>
    <w:rsid w:val="00397B46"/>
    <w:rsid w:val="003A5A2C"/>
    <w:rsid w:val="003C34D4"/>
    <w:rsid w:val="003C4995"/>
    <w:rsid w:val="003C7D33"/>
    <w:rsid w:val="003D1BD0"/>
    <w:rsid w:val="003D3752"/>
    <w:rsid w:val="003E5E8A"/>
    <w:rsid w:val="004209CB"/>
    <w:rsid w:val="00422F16"/>
    <w:rsid w:val="00424BB7"/>
    <w:rsid w:val="004324B6"/>
    <w:rsid w:val="00444A24"/>
    <w:rsid w:val="00460612"/>
    <w:rsid w:val="00466C2E"/>
    <w:rsid w:val="00467032"/>
    <w:rsid w:val="0046754A"/>
    <w:rsid w:val="00467BB5"/>
    <w:rsid w:val="00475A06"/>
    <w:rsid w:val="0048541C"/>
    <w:rsid w:val="004903A6"/>
    <w:rsid w:val="004B618E"/>
    <w:rsid w:val="004F203A"/>
    <w:rsid w:val="005004D6"/>
    <w:rsid w:val="005022EB"/>
    <w:rsid w:val="0050681E"/>
    <w:rsid w:val="00524EF8"/>
    <w:rsid w:val="005336B8"/>
    <w:rsid w:val="00560552"/>
    <w:rsid w:val="00581A46"/>
    <w:rsid w:val="0058515F"/>
    <w:rsid w:val="005903F3"/>
    <w:rsid w:val="0059381F"/>
    <w:rsid w:val="005A4231"/>
    <w:rsid w:val="005A79F3"/>
    <w:rsid w:val="005B04B9"/>
    <w:rsid w:val="005B2654"/>
    <w:rsid w:val="005B4769"/>
    <w:rsid w:val="005B5E3B"/>
    <w:rsid w:val="005B68C7"/>
    <w:rsid w:val="005C0583"/>
    <w:rsid w:val="005D1AA4"/>
    <w:rsid w:val="005D2AE5"/>
    <w:rsid w:val="005D4273"/>
    <w:rsid w:val="005D4742"/>
    <w:rsid w:val="005E7B64"/>
    <w:rsid w:val="005F30CB"/>
    <w:rsid w:val="005F6D3C"/>
    <w:rsid w:val="00605DAC"/>
    <w:rsid w:val="006127DB"/>
    <w:rsid w:val="006214FF"/>
    <w:rsid w:val="0062517A"/>
    <w:rsid w:val="00625CE8"/>
    <w:rsid w:val="00632EFB"/>
    <w:rsid w:val="006344B9"/>
    <w:rsid w:val="00646CD3"/>
    <w:rsid w:val="006602F2"/>
    <w:rsid w:val="00674CCD"/>
    <w:rsid w:val="006834DD"/>
    <w:rsid w:val="0069147B"/>
    <w:rsid w:val="00693B04"/>
    <w:rsid w:val="00696F44"/>
    <w:rsid w:val="006A20AF"/>
    <w:rsid w:val="006A6976"/>
    <w:rsid w:val="006F2425"/>
    <w:rsid w:val="00700181"/>
    <w:rsid w:val="00705BFF"/>
    <w:rsid w:val="007141CF"/>
    <w:rsid w:val="007526D0"/>
    <w:rsid w:val="007577E3"/>
    <w:rsid w:val="00760DB3"/>
    <w:rsid w:val="00766843"/>
    <w:rsid w:val="00781D40"/>
    <w:rsid w:val="007A711E"/>
    <w:rsid w:val="007B35BE"/>
    <w:rsid w:val="007D1074"/>
    <w:rsid w:val="007E4665"/>
    <w:rsid w:val="007E6507"/>
    <w:rsid w:val="00811923"/>
    <w:rsid w:val="008234B7"/>
    <w:rsid w:val="00824D62"/>
    <w:rsid w:val="00840C2B"/>
    <w:rsid w:val="00842641"/>
    <w:rsid w:val="00845101"/>
    <w:rsid w:val="008528D8"/>
    <w:rsid w:val="00862B8B"/>
    <w:rsid w:val="008739FD"/>
    <w:rsid w:val="0088704A"/>
    <w:rsid w:val="008874A4"/>
    <w:rsid w:val="008A47C0"/>
    <w:rsid w:val="008A6E0D"/>
    <w:rsid w:val="008A75DF"/>
    <w:rsid w:val="008B1F74"/>
    <w:rsid w:val="008C2A2E"/>
    <w:rsid w:val="008C35E3"/>
    <w:rsid w:val="008C4BA4"/>
    <w:rsid w:val="008D0EB6"/>
    <w:rsid w:val="008D6719"/>
    <w:rsid w:val="008D7BD7"/>
    <w:rsid w:val="008E0BC7"/>
    <w:rsid w:val="008E0D12"/>
    <w:rsid w:val="008E372C"/>
    <w:rsid w:val="008E7ECC"/>
    <w:rsid w:val="008F43C9"/>
    <w:rsid w:val="00907B30"/>
    <w:rsid w:val="009274D7"/>
    <w:rsid w:val="00973B66"/>
    <w:rsid w:val="00977816"/>
    <w:rsid w:val="0098642F"/>
    <w:rsid w:val="00994200"/>
    <w:rsid w:val="009A207F"/>
    <w:rsid w:val="009A4904"/>
    <w:rsid w:val="009A6F54"/>
    <w:rsid w:val="009A78A1"/>
    <w:rsid w:val="009C0620"/>
    <w:rsid w:val="009C0832"/>
    <w:rsid w:val="009C5A41"/>
    <w:rsid w:val="009C7515"/>
    <w:rsid w:val="009F0BDE"/>
    <w:rsid w:val="009F1787"/>
    <w:rsid w:val="00A07CA7"/>
    <w:rsid w:val="00A3001A"/>
    <w:rsid w:val="00A6057A"/>
    <w:rsid w:val="00A74017"/>
    <w:rsid w:val="00A8060C"/>
    <w:rsid w:val="00A844DA"/>
    <w:rsid w:val="00A91725"/>
    <w:rsid w:val="00A97C2A"/>
    <w:rsid w:val="00AA332C"/>
    <w:rsid w:val="00AC0523"/>
    <w:rsid w:val="00AC27F8"/>
    <w:rsid w:val="00AC29C6"/>
    <w:rsid w:val="00AD4405"/>
    <w:rsid w:val="00AD4C72"/>
    <w:rsid w:val="00AD7A4E"/>
    <w:rsid w:val="00AE2AEE"/>
    <w:rsid w:val="00AF36F4"/>
    <w:rsid w:val="00B05C05"/>
    <w:rsid w:val="00B5201B"/>
    <w:rsid w:val="00B523DA"/>
    <w:rsid w:val="00B55AD0"/>
    <w:rsid w:val="00B56FF2"/>
    <w:rsid w:val="00B9169E"/>
    <w:rsid w:val="00B93D9F"/>
    <w:rsid w:val="00BA2857"/>
    <w:rsid w:val="00BB1F84"/>
    <w:rsid w:val="00BC0C9A"/>
    <w:rsid w:val="00BC118C"/>
    <w:rsid w:val="00BD3027"/>
    <w:rsid w:val="00BE227D"/>
    <w:rsid w:val="00BE4A23"/>
    <w:rsid w:val="00BE5468"/>
    <w:rsid w:val="00BE73C2"/>
    <w:rsid w:val="00BF7928"/>
    <w:rsid w:val="00C00F01"/>
    <w:rsid w:val="00C11EAC"/>
    <w:rsid w:val="00C30F2A"/>
    <w:rsid w:val="00C37061"/>
    <w:rsid w:val="00C43456"/>
    <w:rsid w:val="00C56031"/>
    <w:rsid w:val="00C808FC"/>
    <w:rsid w:val="00C87A59"/>
    <w:rsid w:val="00CA147C"/>
    <w:rsid w:val="00CA20F6"/>
    <w:rsid w:val="00CA451B"/>
    <w:rsid w:val="00CA5710"/>
    <w:rsid w:val="00CC1977"/>
    <w:rsid w:val="00CD0A22"/>
    <w:rsid w:val="00CD2BC7"/>
    <w:rsid w:val="00CD7D97"/>
    <w:rsid w:val="00CE10AA"/>
    <w:rsid w:val="00CE3EE6"/>
    <w:rsid w:val="00CE4BA1"/>
    <w:rsid w:val="00CF6325"/>
    <w:rsid w:val="00D000C7"/>
    <w:rsid w:val="00D024D6"/>
    <w:rsid w:val="00D156D1"/>
    <w:rsid w:val="00D21107"/>
    <w:rsid w:val="00D23C06"/>
    <w:rsid w:val="00D36AAE"/>
    <w:rsid w:val="00D4092F"/>
    <w:rsid w:val="00D44DEB"/>
    <w:rsid w:val="00D6291E"/>
    <w:rsid w:val="00D63C10"/>
    <w:rsid w:val="00D747AE"/>
    <w:rsid w:val="00D807A0"/>
    <w:rsid w:val="00D87435"/>
    <w:rsid w:val="00D9226C"/>
    <w:rsid w:val="00DA20BD"/>
    <w:rsid w:val="00DB3ACF"/>
    <w:rsid w:val="00DC0B35"/>
    <w:rsid w:val="00DD02BB"/>
    <w:rsid w:val="00DD3C58"/>
    <w:rsid w:val="00DD75B5"/>
    <w:rsid w:val="00DE50DB"/>
    <w:rsid w:val="00DF6AE1"/>
    <w:rsid w:val="00E00E83"/>
    <w:rsid w:val="00E0263F"/>
    <w:rsid w:val="00E126F8"/>
    <w:rsid w:val="00E17906"/>
    <w:rsid w:val="00E218CE"/>
    <w:rsid w:val="00E34C97"/>
    <w:rsid w:val="00E35315"/>
    <w:rsid w:val="00E35D1B"/>
    <w:rsid w:val="00E46FD5"/>
    <w:rsid w:val="00E544BB"/>
    <w:rsid w:val="00E56545"/>
    <w:rsid w:val="00E57F44"/>
    <w:rsid w:val="00E63E4C"/>
    <w:rsid w:val="00E85E9F"/>
    <w:rsid w:val="00EB2ED2"/>
    <w:rsid w:val="00EC0C20"/>
    <w:rsid w:val="00ED26F8"/>
    <w:rsid w:val="00ED54E0"/>
    <w:rsid w:val="00EE0DAF"/>
    <w:rsid w:val="00EF1470"/>
    <w:rsid w:val="00EF6B7E"/>
    <w:rsid w:val="00F069AF"/>
    <w:rsid w:val="00F13526"/>
    <w:rsid w:val="00F23D11"/>
    <w:rsid w:val="00F32397"/>
    <w:rsid w:val="00F40595"/>
    <w:rsid w:val="00F42C0F"/>
    <w:rsid w:val="00F43768"/>
    <w:rsid w:val="00F46721"/>
    <w:rsid w:val="00F568DE"/>
    <w:rsid w:val="00F63E5C"/>
    <w:rsid w:val="00F756A0"/>
    <w:rsid w:val="00F76DBE"/>
    <w:rsid w:val="00F8018A"/>
    <w:rsid w:val="00FA5DBC"/>
    <w:rsid w:val="00FA5EBC"/>
    <w:rsid w:val="00FB004C"/>
    <w:rsid w:val="00FC4831"/>
    <w:rsid w:val="00FD224A"/>
    <w:rsid w:val="00FF2031"/>
    <w:rsid w:val="00FF653D"/>
  </w:rsids>
  <m:mathPr>
    <m:mathFont m:val="Cambria Math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7AD850B-D532-45D1-8D25-73EE9467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6F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126F8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126F8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126F8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126F8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126F8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126F8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126F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126F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126F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E126F8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E126F8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E126F8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E126F8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E126F8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E126F8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E126F8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E126F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E126F8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E126F8"/>
    <w:pPr>
      <w:numPr>
        <w:ilvl w:val="6"/>
        <w:numId w:val="20"/>
      </w:numPr>
      <w:spacing w:after="240"/>
    </w:pPr>
  </w:style>
  <w:style w:type="character" w:customStyle="1" w:styleId="BodyTextChar">
    <w:name w:val="Body Text Char"/>
    <w:link w:val="BodyText"/>
    <w:uiPriority w:val="1"/>
    <w:rsid w:val="00E126F8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E126F8"/>
    <w:pPr>
      <w:numPr>
        <w:ilvl w:val="7"/>
        <w:numId w:val="20"/>
      </w:numPr>
      <w:spacing w:after="240"/>
    </w:pPr>
  </w:style>
  <w:style w:type="character" w:customStyle="1" w:styleId="BodyText2Char">
    <w:name w:val="Body Text 2 Char"/>
    <w:link w:val="BodyText2"/>
    <w:uiPriority w:val="1"/>
    <w:rsid w:val="00E126F8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E126F8"/>
    <w:pPr>
      <w:numPr>
        <w:ilvl w:val="8"/>
        <w:numId w:val="2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E126F8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126F8"/>
    <w:pPr>
      <w:numPr>
        <w:numId w:val="6"/>
      </w:numPr>
    </w:pPr>
  </w:style>
  <w:style w:type="paragraph" w:styleId="ListBullet">
    <w:name w:val="List Bullet"/>
    <w:basedOn w:val="Normal"/>
    <w:uiPriority w:val="1"/>
    <w:rsid w:val="00E126F8"/>
    <w:pPr>
      <w:numPr>
        <w:numId w:val="26"/>
      </w:numPr>
      <w:spacing w:after="240"/>
    </w:pPr>
  </w:style>
  <w:style w:type="paragraph" w:styleId="ListBullet2">
    <w:name w:val="List Bullet 2"/>
    <w:basedOn w:val="Normal"/>
    <w:uiPriority w:val="1"/>
    <w:rsid w:val="00E126F8"/>
    <w:pPr>
      <w:numPr>
        <w:ilvl w:val="1"/>
        <w:numId w:val="26"/>
      </w:numPr>
      <w:spacing w:after="240"/>
    </w:pPr>
  </w:style>
  <w:style w:type="paragraph" w:styleId="ListBullet3">
    <w:name w:val="List Bullet 3"/>
    <w:basedOn w:val="Normal"/>
    <w:uiPriority w:val="1"/>
    <w:rsid w:val="00E126F8"/>
    <w:pPr>
      <w:numPr>
        <w:ilvl w:val="2"/>
        <w:numId w:val="26"/>
      </w:numPr>
      <w:spacing w:after="240"/>
    </w:pPr>
  </w:style>
  <w:style w:type="paragraph" w:styleId="ListBullet4">
    <w:name w:val="List Bullet 4"/>
    <w:basedOn w:val="Normal"/>
    <w:uiPriority w:val="1"/>
    <w:rsid w:val="00E126F8"/>
    <w:pPr>
      <w:numPr>
        <w:ilvl w:val="3"/>
        <w:numId w:val="26"/>
      </w:numPr>
      <w:spacing w:after="240"/>
    </w:pPr>
  </w:style>
  <w:style w:type="paragraph" w:styleId="ListBullet5">
    <w:name w:val="List Bullet 5"/>
    <w:basedOn w:val="Normal"/>
    <w:uiPriority w:val="1"/>
    <w:rsid w:val="00E126F8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126F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126F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126F8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E126F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126F8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126F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126F8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126F8"/>
    <w:rPr>
      <w:szCs w:val="20"/>
    </w:rPr>
  </w:style>
  <w:style w:type="character" w:customStyle="1" w:styleId="EndnoteTextChar">
    <w:name w:val="Endnote Text Char"/>
    <w:link w:val="EndnoteText"/>
    <w:uiPriority w:val="99"/>
    <w:rsid w:val="00E126F8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126F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126F8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E126F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126F8"/>
    <w:pPr>
      <w:ind w:left="567" w:right="567" w:firstLine="0"/>
    </w:pPr>
  </w:style>
  <w:style w:type="character" w:styleId="FootnoteReference">
    <w:name w:val="footnote reference"/>
    <w:uiPriority w:val="5"/>
    <w:rsid w:val="00E126F8"/>
    <w:rPr>
      <w:vertAlign w:val="superscript"/>
    </w:rPr>
  </w:style>
  <w:style w:type="paragraph" w:styleId="Header">
    <w:name w:val="header"/>
    <w:basedOn w:val="Normal"/>
    <w:link w:val="HeaderChar"/>
    <w:uiPriority w:val="99"/>
    <w:rsid w:val="00E126F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99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126F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126F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126F8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126F8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126F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126F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126F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126F8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126F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126F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12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26F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126F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126F8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126F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126F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126F8"/>
    <w:pPr>
      <w:numPr>
        <w:numId w:val="27"/>
      </w:numPr>
      <w:spacing w:after="240"/>
    </w:pPr>
  </w:style>
  <w:style w:type="paragraph" w:styleId="ListParagraph">
    <w:name w:val="List Paragraph"/>
    <w:basedOn w:val="Normal"/>
    <w:uiPriority w:val="59"/>
    <w:semiHidden/>
    <w:qFormat/>
    <w:rsid w:val="00E126F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126F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126F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126F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rsid w:val="00E1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126F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943F3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8234B7"/>
  </w:style>
  <w:style w:type="paragraph" w:styleId="BlockText">
    <w:name w:val="Block Text"/>
    <w:basedOn w:val="Normal"/>
    <w:uiPriority w:val="99"/>
    <w:semiHidden/>
    <w:unhideWhenUsed/>
    <w:rsid w:val="008234B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34B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34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34B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34B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34B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34B7"/>
    <w:rPr>
      <w:rFonts w:ascii="Verdana" w:hAnsi="Verdana"/>
      <w:sz w:val="16"/>
      <w:szCs w:val="16"/>
      <w:lang w:eastAsia="en-US"/>
    </w:rPr>
  </w:style>
  <w:style w:type="character" w:styleId="BookTitle">
    <w:name w:val="Book Title"/>
    <w:basedOn w:val="DefaultParagraphFont"/>
    <w:uiPriority w:val="99"/>
    <w:semiHidden/>
    <w:qFormat/>
    <w:rsid w:val="008234B7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8234B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34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4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4B7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234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4B7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34B7"/>
  </w:style>
  <w:style w:type="character" w:customStyle="1" w:styleId="DateChar">
    <w:name w:val="Date Char"/>
    <w:basedOn w:val="DefaultParagraphFont"/>
    <w:link w:val="Date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34B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34B7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34B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character" w:styleId="Emphasis">
    <w:name w:val="Emphasis"/>
    <w:basedOn w:val="DefaultParagraphFont"/>
    <w:uiPriority w:val="99"/>
    <w:semiHidden/>
    <w:qFormat/>
    <w:rsid w:val="008234B7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234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34B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234B7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8234B7"/>
  </w:style>
  <w:style w:type="paragraph" w:styleId="HTMLAddress">
    <w:name w:val="HTML Address"/>
    <w:basedOn w:val="Normal"/>
    <w:link w:val="HTMLAddressChar"/>
    <w:uiPriority w:val="99"/>
    <w:semiHidden/>
    <w:unhideWhenUsed/>
    <w:rsid w:val="008234B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34B7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8234B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234B7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234B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234B7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34B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34B7"/>
    <w:rPr>
      <w:rFonts w:ascii="Consolas" w:hAnsi="Consolas" w:cs="Consolas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8234B7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234B7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234B7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34B7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34B7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34B7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34B7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34B7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34B7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34B7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34B7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34B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34B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234B7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234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8234B7"/>
    <w:rPr>
      <w:rFonts w:ascii="Verdana" w:hAnsi="Verdana"/>
      <w:b/>
      <w:bCs/>
      <w:i/>
      <w:iCs/>
      <w:color w:val="4F81BD" w:themeColor="accent1"/>
      <w:sz w:val="18"/>
      <w:szCs w:val="22"/>
      <w:lang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234B7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234B7"/>
  </w:style>
  <w:style w:type="paragraph" w:styleId="List">
    <w:name w:val="List"/>
    <w:basedOn w:val="Normal"/>
    <w:uiPriority w:val="99"/>
    <w:semiHidden/>
    <w:unhideWhenUsed/>
    <w:rsid w:val="008234B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234B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234B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234B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234B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234B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34B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34B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34B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34B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234B7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234B7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234B7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8234B7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234B7"/>
    <w:pPr>
      <w:numPr>
        <w:numId w:val="32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8234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8234B7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34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34B7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8234B7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234B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34B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34B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34B7"/>
  </w:style>
  <w:style w:type="character" w:styleId="PlaceholderText">
    <w:name w:val="Placeholder Text"/>
    <w:basedOn w:val="DefaultParagraphFont"/>
    <w:uiPriority w:val="99"/>
    <w:semiHidden/>
    <w:rsid w:val="008234B7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8234B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34B7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234B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8234B7"/>
    <w:rPr>
      <w:rFonts w:ascii="Verdana" w:hAnsi="Verdana"/>
      <w:i/>
      <w:iCs/>
      <w:color w:val="000000" w:themeColor="text1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34B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34B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34B7"/>
    <w:rPr>
      <w:rFonts w:ascii="Verdana" w:hAnsi="Verdana"/>
      <w:sz w:val="18"/>
      <w:szCs w:val="22"/>
      <w:lang w:eastAsia="en-US"/>
    </w:rPr>
  </w:style>
  <w:style w:type="character" w:styleId="Strong">
    <w:name w:val="Strong"/>
    <w:basedOn w:val="DefaultParagraphFont"/>
    <w:uiPriority w:val="99"/>
    <w:semiHidden/>
    <w:qFormat/>
    <w:rsid w:val="008234B7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8234B7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8234B7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8234B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24D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147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9169E"/>
    <w:rPr>
      <w:rFonts w:ascii="Verdana" w:hAnsi="Verdana"/>
      <w:sz w:val="18"/>
      <w:szCs w:val="22"/>
      <w:lang w:eastAsia="en-US"/>
    </w:rPr>
  </w:style>
  <w:style w:type="character" w:customStyle="1" w:styleId="UnresolvedMention">
    <w:name w:val="Unresolved Mention"/>
    <w:basedOn w:val="DefaultParagraphFont"/>
    <w:uiPriority w:val="99"/>
    <w:rsid w:val="00397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Pardo\AppData\Roaming\Microsoft\Templates\Letters%20&amp;%20Faxes\WTOFAX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5D598-C4DA-42F8-BF89-BED475DB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WTOFAXE2012.dotx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WTO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Pardo de Leon, Josefita</dc:creator>
  <cp:lastModifiedBy>Causanillas, Laurent</cp:lastModifiedBy>
  <cp:revision>2</cp:revision>
  <cp:lastPrinted>2019-10-04T12:29:00Z</cp:lastPrinted>
  <dcterms:created xsi:type="dcterms:W3CDTF">2022-05-24T13:58:00Z</dcterms:created>
  <dcterms:modified xsi:type="dcterms:W3CDTF">2022-05-24T13:58:00Z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9cacd8f4-a9d5-4063-9123-1bb388028df5</vt:lpwstr>
  </property>
</Properties>
</file>